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0F26ADB2" w:rsidR="000348ED" w:rsidRPr="00F3429A" w:rsidRDefault="005D05AC" w:rsidP="000D6ADA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0D6ADA">
              <w:t>e-NAV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173D03B6" w14:textId="50F30EB3" w:rsidR="000348ED" w:rsidRPr="00F3429A" w:rsidRDefault="009B4067" w:rsidP="002B5097">
            <w:pPr>
              <w:jc w:val="right"/>
            </w:pPr>
            <w:r>
              <w:t>e-NAV</w:t>
            </w:r>
            <w:r w:rsidR="002B5097">
              <w:t>-17.1.2.4</w:t>
            </w: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55669AE1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0D6ADA">
              <w:t xml:space="preserve">ANM </w:t>
            </w:r>
            <w:r w:rsidR="00902AA4" w:rsidRPr="00F3429A">
              <w:t>Committee</w:t>
            </w:r>
          </w:p>
          <w:p w14:paraId="539927A1" w14:textId="77777777" w:rsidR="002E7923" w:rsidRDefault="000D6ADA" w:rsidP="00543A41">
            <w:pPr>
              <w:tabs>
                <w:tab w:val="left" w:pos="851"/>
              </w:tabs>
            </w:pPr>
            <w:r>
              <w:tab/>
              <w:t>EEP</w:t>
            </w:r>
            <w:r w:rsidR="002E7923">
              <w:t xml:space="preserve"> Committee</w:t>
            </w:r>
          </w:p>
          <w:p w14:paraId="7340E4E9" w14:textId="122D1812" w:rsidR="009B4067" w:rsidRDefault="009B4067" w:rsidP="00543A41">
            <w:pPr>
              <w:tabs>
                <w:tab w:val="left" w:pos="851"/>
              </w:tabs>
            </w:pPr>
            <w:r>
              <w:t xml:space="preserve">              VTS Committee</w:t>
            </w:r>
          </w:p>
          <w:p w14:paraId="72A89BC1" w14:textId="6C960DB7" w:rsidR="000D6ADA" w:rsidRPr="00F3429A" w:rsidRDefault="000D6ADA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496C280F" w14:textId="7FCF82E9" w:rsidR="000348ED" w:rsidRPr="00F3429A" w:rsidRDefault="002B5097" w:rsidP="00F3429A">
            <w:pPr>
              <w:jc w:val="right"/>
            </w:pPr>
            <w:r>
              <w:t>27</w:t>
            </w:r>
            <w:r w:rsidR="009B4067">
              <w:t xml:space="preserve"> September</w:t>
            </w:r>
            <w:r w:rsidR="00543A41">
              <w:t xml:space="preserve"> 2013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678276FB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the </w:t>
      </w:r>
      <w:r w:rsidR="009B4067">
        <w:rPr>
          <w:color w:val="000000"/>
        </w:rPr>
        <w:t>ANM, EEP &amp; VTS</w:t>
      </w:r>
      <w:r w:rsidRPr="00F3429A">
        <w:rPr>
          <w:color w:val="000000"/>
        </w:rPr>
        <w:t xml:space="preserve"> Committee</w:t>
      </w:r>
      <w:r w:rsidR="009B4067">
        <w:rPr>
          <w:color w:val="000000"/>
        </w:rPr>
        <w:t>s</w:t>
      </w:r>
    </w:p>
    <w:p w14:paraId="274EBD67" w14:textId="77777777" w:rsidR="00543A41" w:rsidRPr="0097322E" w:rsidRDefault="00543A41" w:rsidP="00543A41">
      <w:pPr>
        <w:pStyle w:val="Title"/>
        <w:spacing w:after="120"/>
      </w:pPr>
      <w:r w:rsidRPr="0097322E">
        <w:rPr>
          <w:color w:val="000000"/>
        </w:rPr>
        <w:t>Input on Disaster Recovery</w:t>
      </w:r>
    </w:p>
    <w:p w14:paraId="12C4DEC7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131B618A" w14:textId="6106B595" w:rsidR="009B4067" w:rsidRDefault="00E90E17" w:rsidP="00543A41">
      <w:pPr>
        <w:pStyle w:val="BodyText"/>
      </w:pPr>
      <w:r>
        <w:t xml:space="preserve">With reference to </w:t>
      </w:r>
      <w:r w:rsidR="007A7350">
        <w:t xml:space="preserve">EEP20/output/21, </w:t>
      </w:r>
      <w:r w:rsidR="00201BD9">
        <w:t>ANM20/output/20</w:t>
      </w:r>
      <w:r w:rsidR="007A7350">
        <w:t xml:space="preserve"> and </w:t>
      </w:r>
      <w:r w:rsidR="00201BD9" w:rsidRPr="00950386">
        <w:t>VTS37</w:t>
      </w:r>
      <w:r w:rsidR="00201BD9">
        <w:t>-14.1.2.2</w:t>
      </w:r>
      <w:r w:rsidR="007A7350">
        <w:t>, the e-NAV</w:t>
      </w:r>
      <w:r>
        <w:t xml:space="preserve"> Committee was </w:t>
      </w:r>
      <w:r w:rsidR="00386A04">
        <w:t>invited</w:t>
      </w:r>
      <w:r>
        <w:t xml:space="preserve"> to respond to </w:t>
      </w:r>
      <w:r w:rsidR="00C206C5">
        <w:t xml:space="preserve">the </w:t>
      </w:r>
      <w:r w:rsidR="007A7350">
        <w:t>EEP, ANM and VTS</w:t>
      </w:r>
      <w:r w:rsidR="00C206C5">
        <w:t xml:space="preserve"> Committee</w:t>
      </w:r>
      <w:r w:rsidR="007A7350">
        <w:t>s, in relation to the development of a Disaster Recovery Guideline</w:t>
      </w:r>
      <w:r w:rsidR="000D6ADA">
        <w:t xml:space="preserve">.  </w:t>
      </w:r>
    </w:p>
    <w:p w14:paraId="25A34146" w14:textId="1C79A342" w:rsidR="00E90E17" w:rsidRDefault="000D6ADA" w:rsidP="00543A41">
      <w:pPr>
        <w:pStyle w:val="BodyText"/>
      </w:pPr>
      <w:r>
        <w:t>In reply the e-NAV Committee</w:t>
      </w:r>
      <w:r w:rsidR="00C206C5">
        <w:t>:</w:t>
      </w:r>
    </w:p>
    <w:p w14:paraId="373D9D0F" w14:textId="39994528" w:rsidR="007A7350" w:rsidRDefault="000D6ADA" w:rsidP="00E90E17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Acknowledges with thanks, that</w:t>
      </w:r>
      <w:r w:rsidR="007A7350">
        <w:rPr>
          <w:lang w:val="en-GB"/>
        </w:rPr>
        <w:t xml:space="preserve"> the ANM Committee will lead on the development of an IALA Guideline on Disaster Recovery </w:t>
      </w:r>
      <w:r w:rsidR="00807BBE">
        <w:rPr>
          <w:lang w:val="en-GB"/>
        </w:rPr>
        <w:t xml:space="preserve">during the </w:t>
      </w:r>
      <w:r w:rsidR="00EC3370">
        <w:rPr>
          <w:rStyle w:val="st1"/>
          <w:rFonts w:cs="Arial"/>
          <w:color w:val="000000"/>
          <w:lang w:val="en-AU" w:eastAsia="ja-JP"/>
        </w:rPr>
        <w:t>2014 - 2018 Work Programme.</w:t>
      </w:r>
    </w:p>
    <w:p w14:paraId="2A92B674" w14:textId="2C6172D0" w:rsidR="00807BBE" w:rsidRPr="006D227D" w:rsidRDefault="000D6ADA" w:rsidP="006D227D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Acknowledges</w:t>
      </w:r>
      <w:r w:rsidR="003178BB">
        <w:rPr>
          <w:lang w:val="en-GB"/>
        </w:rPr>
        <w:t xml:space="preserve"> the comment from the EEP Committee with regards to misleading information relating to section 4.3/3</w:t>
      </w:r>
      <w:r w:rsidR="009B4067">
        <w:rPr>
          <w:lang w:val="en-GB"/>
        </w:rPr>
        <w:t>, and the role of the ANM Committee in the development of the IALA Guideline</w:t>
      </w:r>
      <w:r w:rsidR="003178BB">
        <w:rPr>
          <w:lang w:val="en-GB"/>
        </w:rPr>
        <w:t xml:space="preserve">. </w:t>
      </w:r>
      <w:r w:rsidR="009B4067">
        <w:rPr>
          <w:lang w:val="en-GB"/>
        </w:rPr>
        <w:t xml:space="preserve">  </w:t>
      </w:r>
      <w:r w:rsidR="006D227D">
        <w:rPr>
          <w:lang w:val="en-GB"/>
        </w:rPr>
        <w:t>The e-NAV Committee is happy to provide additional information as required.</w:t>
      </w:r>
    </w:p>
    <w:p w14:paraId="64084C6D" w14:textId="37006F8F" w:rsidR="000D6ADA" w:rsidRDefault="000D6ADA" w:rsidP="00E90E17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Acknowledges the view of the VTS Committee that this work is multifac</w:t>
      </w:r>
      <w:r w:rsidR="00D56FC8">
        <w:rPr>
          <w:lang w:val="en-GB"/>
        </w:rPr>
        <w:t>e</w:t>
      </w:r>
      <w:r>
        <w:rPr>
          <w:lang w:val="en-GB"/>
        </w:rPr>
        <w:t>ted and will need an input from all Committees.  The e-NAV Committee is happy</w:t>
      </w:r>
      <w:r w:rsidR="009B4067">
        <w:rPr>
          <w:lang w:val="en-GB"/>
        </w:rPr>
        <w:t xml:space="preserve"> to provide additio</w:t>
      </w:r>
      <w:r>
        <w:rPr>
          <w:lang w:val="en-GB"/>
        </w:rPr>
        <w:t>n</w:t>
      </w:r>
      <w:r w:rsidR="009B4067">
        <w:rPr>
          <w:lang w:val="en-GB"/>
        </w:rPr>
        <w:t>al</w:t>
      </w:r>
      <w:r>
        <w:rPr>
          <w:lang w:val="en-GB"/>
        </w:rPr>
        <w:t xml:space="preserve"> information as required.</w:t>
      </w:r>
    </w:p>
    <w:p w14:paraId="556B9AD2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1C1F4973" w14:textId="2E052B99" w:rsidR="00543A41" w:rsidRPr="0097322E" w:rsidRDefault="00543A41" w:rsidP="00543A41">
      <w:pPr>
        <w:pStyle w:val="BodyText"/>
      </w:pPr>
      <w:r w:rsidRPr="0097322E">
        <w:t xml:space="preserve">The </w:t>
      </w:r>
      <w:r w:rsidR="00352C1A">
        <w:t>ANM</w:t>
      </w:r>
      <w:r w:rsidR="000D6ADA">
        <w:t>, EEP and VTS</w:t>
      </w:r>
      <w:r w:rsidR="00352C1A">
        <w:t xml:space="preserve"> </w:t>
      </w:r>
      <w:r w:rsidR="00E6591D">
        <w:t>Committee</w:t>
      </w:r>
      <w:r w:rsidR="00352C1A">
        <w:t>s</w:t>
      </w:r>
      <w:r w:rsidR="000D6ADA">
        <w:t xml:space="preserve"> are requested to </w:t>
      </w:r>
      <w:r w:rsidR="00201BD9">
        <w:t xml:space="preserve">consider the information provided, </w:t>
      </w:r>
      <w:r w:rsidR="000D6ADA">
        <w:t xml:space="preserve">but </w:t>
      </w:r>
      <w:r w:rsidR="00201BD9">
        <w:t xml:space="preserve">are not expected to respond </w:t>
      </w:r>
      <w:r w:rsidR="000D6ADA">
        <w:t>to the e-NAV Committee</w:t>
      </w:r>
      <w:r w:rsidR="00E6591D">
        <w:t>.</w:t>
      </w:r>
    </w:p>
    <w:p w14:paraId="77518E7A" w14:textId="77777777" w:rsidR="00630F7F" w:rsidRDefault="00630F7F" w:rsidP="00543A41">
      <w:pPr>
        <w:pStyle w:val="Title"/>
        <w:spacing w:after="120"/>
      </w:pPr>
    </w:p>
    <w:p w14:paraId="5280898F" w14:textId="77777777" w:rsidR="009E58C1" w:rsidRDefault="009E58C1" w:rsidP="00543A41">
      <w:pPr>
        <w:pStyle w:val="Title"/>
        <w:spacing w:after="120"/>
      </w:pPr>
    </w:p>
    <w:p w14:paraId="3B091A40" w14:textId="6FF105E5" w:rsidR="00437A72" w:rsidRPr="006D227D" w:rsidRDefault="00437A72" w:rsidP="006D227D">
      <w:pPr>
        <w:rPr>
          <w:rFonts w:cs="Arial"/>
          <w:b/>
          <w:bCs/>
          <w:kern w:val="28"/>
          <w:sz w:val="32"/>
          <w:szCs w:val="32"/>
        </w:rPr>
      </w:pPr>
    </w:p>
    <w:p w14:paraId="1BB00761" w14:textId="77777777"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8A013" w14:textId="77777777" w:rsidR="00B55472" w:rsidRDefault="00B55472" w:rsidP="00002906">
      <w:r>
        <w:separator/>
      </w:r>
    </w:p>
  </w:endnote>
  <w:endnote w:type="continuationSeparator" w:id="0">
    <w:p w14:paraId="74CE28DE" w14:textId="77777777" w:rsidR="00B55472" w:rsidRDefault="00B5547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1E33C" w14:textId="77777777" w:rsidR="00B17847" w:rsidRDefault="00B178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773AA1" w:rsidRDefault="00773AA1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B17847"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35A46" w14:textId="77777777" w:rsidR="00B17847" w:rsidRDefault="00B178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E1602" w14:textId="77777777" w:rsidR="00B55472" w:rsidRDefault="00B55472" w:rsidP="00002906">
      <w:r>
        <w:separator/>
      </w:r>
    </w:p>
  </w:footnote>
  <w:footnote w:type="continuationSeparator" w:id="0">
    <w:p w14:paraId="437A89A5" w14:textId="77777777" w:rsidR="00B55472" w:rsidRDefault="00B5547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C0895" w14:textId="77777777" w:rsidR="00B17847" w:rsidRDefault="00B178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08D2B" w14:textId="728DA373" w:rsidR="0072068D" w:rsidRPr="00B17847" w:rsidRDefault="00B17847">
    <w:pPr>
      <w:pStyle w:val="Header"/>
      <w:rPr>
        <w:lang w:val="nl-NL"/>
      </w:rPr>
    </w:pPr>
    <w:r>
      <w:rPr>
        <w:lang w:val="nl-NL"/>
      </w:rPr>
      <w:t>ANM21-12.1.4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1BF4E" w14:textId="77777777" w:rsidR="00B17847" w:rsidRDefault="00B178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801"/>
    <w:rsid w:val="00050DA7"/>
    <w:rsid w:val="000A5A01"/>
    <w:rsid w:val="000D6ADA"/>
    <w:rsid w:val="001045D7"/>
    <w:rsid w:val="00135447"/>
    <w:rsid w:val="00152273"/>
    <w:rsid w:val="001A654A"/>
    <w:rsid w:val="001C74CF"/>
    <w:rsid w:val="001F6B70"/>
    <w:rsid w:val="00201BD9"/>
    <w:rsid w:val="002054E2"/>
    <w:rsid w:val="00211FDC"/>
    <w:rsid w:val="002B5097"/>
    <w:rsid w:val="002E7923"/>
    <w:rsid w:val="003178BB"/>
    <w:rsid w:val="00352C1A"/>
    <w:rsid w:val="0037726E"/>
    <w:rsid w:val="00386A04"/>
    <w:rsid w:val="003C0E66"/>
    <w:rsid w:val="003D55DD"/>
    <w:rsid w:val="003E1831"/>
    <w:rsid w:val="00424954"/>
    <w:rsid w:val="00437A72"/>
    <w:rsid w:val="004922AC"/>
    <w:rsid w:val="004C1386"/>
    <w:rsid w:val="004C220D"/>
    <w:rsid w:val="004F5685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D227D"/>
    <w:rsid w:val="006D470F"/>
    <w:rsid w:val="0072068D"/>
    <w:rsid w:val="00727E88"/>
    <w:rsid w:val="00773AA1"/>
    <w:rsid w:val="00775878"/>
    <w:rsid w:val="007A7350"/>
    <w:rsid w:val="0080092C"/>
    <w:rsid w:val="008064B1"/>
    <w:rsid w:val="00807BBE"/>
    <w:rsid w:val="00872453"/>
    <w:rsid w:val="008F13DD"/>
    <w:rsid w:val="00902AA4"/>
    <w:rsid w:val="009B4067"/>
    <w:rsid w:val="009E58C1"/>
    <w:rsid w:val="009F3B6C"/>
    <w:rsid w:val="009F5C36"/>
    <w:rsid w:val="00A27F12"/>
    <w:rsid w:val="00A30579"/>
    <w:rsid w:val="00AA76C0"/>
    <w:rsid w:val="00AD673D"/>
    <w:rsid w:val="00B077EC"/>
    <w:rsid w:val="00B15B24"/>
    <w:rsid w:val="00B17847"/>
    <w:rsid w:val="00B55472"/>
    <w:rsid w:val="00B8247E"/>
    <w:rsid w:val="00BC1DF5"/>
    <w:rsid w:val="00BF54E9"/>
    <w:rsid w:val="00C206C5"/>
    <w:rsid w:val="00C73CDC"/>
    <w:rsid w:val="00CA04AF"/>
    <w:rsid w:val="00D56FC8"/>
    <w:rsid w:val="00DE4640"/>
    <w:rsid w:val="00E03262"/>
    <w:rsid w:val="00E14A7D"/>
    <w:rsid w:val="00E317F2"/>
    <w:rsid w:val="00E6591D"/>
    <w:rsid w:val="00E90E17"/>
    <w:rsid w:val="00E93C9B"/>
    <w:rsid w:val="00EB31D0"/>
    <w:rsid w:val="00EC3370"/>
    <w:rsid w:val="00ED09F8"/>
    <w:rsid w:val="00EE3F2F"/>
    <w:rsid w:val="00F3429A"/>
    <w:rsid w:val="00F73F78"/>
    <w:rsid w:val="00FA5842"/>
    <w:rsid w:val="00FA6769"/>
    <w:rsid w:val="00FD03CA"/>
    <w:rsid w:val="00FD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12638-CD32-4B01-9B5C-86392C151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0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Wim</cp:lastModifiedBy>
  <cp:revision>2</cp:revision>
  <cp:lastPrinted>2012-09-27T10:00:00Z</cp:lastPrinted>
  <dcterms:created xsi:type="dcterms:W3CDTF">2013-10-13T19:04:00Z</dcterms:created>
  <dcterms:modified xsi:type="dcterms:W3CDTF">2013-10-13T19:04:00Z</dcterms:modified>
</cp:coreProperties>
</file>